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7BB" w:rsidRDefault="009E17BB" w:rsidP="00C92B21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SUDAN</w:t>
      </w:r>
    </w:p>
    <w:p w:rsidR="009E17BB" w:rsidRPr="00C92B21" w:rsidRDefault="009E17BB" w:rsidP="00C92B21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“</w:t>
      </w:r>
      <w:r>
        <w:rPr>
          <w:b/>
          <w:sz w:val="24"/>
          <w:szCs w:val="24"/>
        </w:rPr>
        <w:t xml:space="preserve">GIDA ÜRÜNLERİ  </w:t>
      </w:r>
      <w:r w:rsidRPr="00383F64">
        <w:rPr>
          <w:b/>
          <w:sz w:val="24"/>
          <w:szCs w:val="24"/>
        </w:rPr>
        <w:t>SEKTÖREL TİCARET HEYETİ</w:t>
      </w:r>
      <w:r w:rsidRPr="00383F64">
        <w:rPr>
          <w:b/>
          <w:bCs/>
          <w:color w:val="000000"/>
          <w:sz w:val="24"/>
          <w:szCs w:val="24"/>
        </w:rPr>
        <w:t>”</w:t>
      </w:r>
    </w:p>
    <w:p w:rsidR="009E17BB" w:rsidRPr="00383F64" w:rsidRDefault="009E17BB" w:rsidP="00C92B21">
      <w:pPr>
        <w:jc w:val="center"/>
        <w:rPr>
          <w:b/>
          <w:bCs/>
          <w:color w:val="000000"/>
          <w:sz w:val="24"/>
          <w:szCs w:val="24"/>
          <w:u w:val="single"/>
        </w:rPr>
      </w:pPr>
      <w:r w:rsidRPr="00383F64">
        <w:rPr>
          <w:b/>
          <w:bCs/>
          <w:color w:val="000000"/>
          <w:sz w:val="24"/>
          <w:szCs w:val="24"/>
          <w:u w:val="single"/>
        </w:rPr>
        <w:t>TASLAK PROGRAM</w:t>
      </w:r>
    </w:p>
    <w:p w:rsidR="009E17BB" w:rsidRDefault="009E17BB" w:rsidP="00C92B21">
      <w:pPr>
        <w:jc w:val="center"/>
        <w:rPr>
          <w:b/>
          <w:bCs/>
          <w:color w:val="000000"/>
          <w:sz w:val="24"/>
          <w:szCs w:val="24"/>
        </w:rPr>
      </w:pPr>
      <w:r w:rsidRPr="00383F64">
        <w:rPr>
          <w:b/>
          <w:bCs/>
          <w:color w:val="000000"/>
          <w:sz w:val="24"/>
          <w:szCs w:val="24"/>
        </w:rPr>
        <w:t>(</w:t>
      </w:r>
      <w:r>
        <w:rPr>
          <w:b/>
          <w:bCs/>
          <w:color w:val="000000"/>
          <w:sz w:val="24"/>
          <w:szCs w:val="24"/>
        </w:rPr>
        <w:t xml:space="preserve">3-6 TEMMUZ </w:t>
      </w:r>
      <w:r w:rsidRPr="00383F64">
        <w:rPr>
          <w:b/>
          <w:bCs/>
          <w:color w:val="000000"/>
          <w:sz w:val="24"/>
          <w:szCs w:val="24"/>
        </w:rPr>
        <w:t>201</w:t>
      </w:r>
      <w:r>
        <w:rPr>
          <w:b/>
          <w:bCs/>
          <w:color w:val="000000"/>
          <w:sz w:val="24"/>
          <w:szCs w:val="24"/>
        </w:rPr>
        <w:t>2</w:t>
      </w:r>
      <w:r w:rsidRPr="00383F64">
        <w:rPr>
          <w:b/>
          <w:bCs/>
          <w:color w:val="000000"/>
          <w:sz w:val="24"/>
          <w:szCs w:val="24"/>
        </w:rPr>
        <w:t>)</w:t>
      </w:r>
    </w:p>
    <w:p w:rsidR="009E17BB" w:rsidRDefault="009E17BB" w:rsidP="00931DE7">
      <w:pPr>
        <w:jc w:val="center"/>
        <w:rPr>
          <w:b/>
          <w:bCs/>
          <w:color w:val="000000"/>
          <w:sz w:val="24"/>
          <w:szCs w:val="24"/>
        </w:rPr>
      </w:pPr>
    </w:p>
    <w:p w:rsidR="009E17BB" w:rsidRPr="00383F64" w:rsidRDefault="009E17BB" w:rsidP="00931DE7">
      <w:pPr>
        <w:jc w:val="center"/>
        <w:rPr>
          <w:b/>
          <w:bCs/>
          <w:color w:val="000000"/>
          <w:sz w:val="24"/>
          <w:szCs w:val="24"/>
        </w:rPr>
      </w:pPr>
    </w:p>
    <w:p w:rsidR="009E17BB" w:rsidRPr="00AE541D" w:rsidRDefault="009E17BB" w:rsidP="002C0326">
      <w:pPr>
        <w:pStyle w:val="Heading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left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3 Temmuz </w:t>
      </w:r>
      <w:r w:rsidRPr="00AE541D">
        <w:rPr>
          <w:rFonts w:ascii="Times New Roman" w:hAnsi="Times New Roman"/>
          <w:color w:val="000000"/>
          <w:szCs w:val="24"/>
        </w:rPr>
        <w:t>201</w:t>
      </w:r>
      <w:r>
        <w:rPr>
          <w:rFonts w:ascii="Times New Roman" w:hAnsi="Times New Roman"/>
          <w:color w:val="000000"/>
          <w:szCs w:val="24"/>
        </w:rPr>
        <w:t xml:space="preserve">2 Salı </w:t>
      </w:r>
      <w:r w:rsidRPr="00AE541D">
        <w:rPr>
          <w:rFonts w:ascii="Times New Roman" w:hAnsi="Times New Roman"/>
          <w:color w:val="000000"/>
          <w:szCs w:val="24"/>
        </w:rPr>
        <w:t>(1.</w:t>
      </w:r>
      <w:r>
        <w:rPr>
          <w:rFonts w:ascii="Times New Roman" w:hAnsi="Times New Roman"/>
          <w:color w:val="000000"/>
          <w:szCs w:val="24"/>
        </w:rPr>
        <w:t>g</w:t>
      </w:r>
      <w:r w:rsidRPr="00AE541D">
        <w:rPr>
          <w:rFonts w:ascii="Times New Roman" w:hAnsi="Times New Roman"/>
          <w:color w:val="000000"/>
          <w:szCs w:val="24"/>
        </w:rPr>
        <w:t>ün)</w:t>
      </w:r>
    </w:p>
    <w:p w:rsidR="009E17BB" w:rsidRPr="00DA2FAE" w:rsidRDefault="009E17BB" w:rsidP="00F23E3D">
      <w:pPr>
        <w:spacing w:line="360" w:lineRule="auto"/>
        <w:rPr>
          <w:color w:val="000000"/>
          <w:sz w:val="10"/>
          <w:szCs w:val="10"/>
        </w:rPr>
      </w:pPr>
    </w:p>
    <w:p w:rsidR="009E17BB" w:rsidRDefault="009E17BB" w:rsidP="00F23E3D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20.55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: İstanbul’dan Hartum/Sudan’a hareket</w:t>
      </w:r>
    </w:p>
    <w:p w:rsidR="009E17BB" w:rsidRDefault="009E17BB" w:rsidP="00F23E3D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01.00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: Hartum/Sudan’a varış ve otele yerleşme</w:t>
      </w:r>
    </w:p>
    <w:p w:rsidR="009E17BB" w:rsidRPr="00AE541D" w:rsidRDefault="009E17BB" w:rsidP="00D8166B">
      <w:pPr>
        <w:pStyle w:val="Heading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left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4 Temmuz </w:t>
      </w:r>
      <w:r w:rsidRPr="00AE541D">
        <w:rPr>
          <w:rFonts w:ascii="Times New Roman" w:hAnsi="Times New Roman"/>
          <w:color w:val="000000"/>
          <w:szCs w:val="24"/>
        </w:rPr>
        <w:t>201</w:t>
      </w:r>
      <w:r>
        <w:rPr>
          <w:rFonts w:ascii="Times New Roman" w:hAnsi="Times New Roman"/>
          <w:color w:val="000000"/>
          <w:szCs w:val="24"/>
        </w:rPr>
        <w:t>2 Çarşamba (2</w:t>
      </w:r>
      <w:r w:rsidRPr="00AE541D">
        <w:rPr>
          <w:rFonts w:ascii="Times New Roman" w:hAnsi="Times New Roman"/>
          <w:color w:val="000000"/>
          <w:szCs w:val="24"/>
        </w:rPr>
        <w:t>.</w:t>
      </w:r>
      <w:r>
        <w:rPr>
          <w:rFonts w:ascii="Times New Roman" w:hAnsi="Times New Roman"/>
          <w:color w:val="000000"/>
          <w:szCs w:val="24"/>
        </w:rPr>
        <w:t>g</w:t>
      </w:r>
      <w:r w:rsidRPr="00AE541D">
        <w:rPr>
          <w:rFonts w:ascii="Times New Roman" w:hAnsi="Times New Roman"/>
          <w:color w:val="000000"/>
          <w:szCs w:val="24"/>
        </w:rPr>
        <w:t>ün)</w:t>
      </w:r>
    </w:p>
    <w:p w:rsidR="009E17BB" w:rsidRPr="00FF3F38" w:rsidRDefault="009E17BB" w:rsidP="007D59BE">
      <w:pPr>
        <w:spacing w:line="360" w:lineRule="auto"/>
        <w:rPr>
          <w:color w:val="000000"/>
          <w:sz w:val="10"/>
          <w:szCs w:val="10"/>
        </w:rPr>
      </w:pPr>
    </w:p>
    <w:p w:rsidR="009E17BB" w:rsidRDefault="009E17BB" w:rsidP="007D59BE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08:30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: Kayıt</w:t>
      </w:r>
    </w:p>
    <w:p w:rsidR="009E17BB" w:rsidRPr="007D59BE" w:rsidRDefault="009E17BB" w:rsidP="007D59BE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09:00</w:t>
      </w:r>
      <w:r w:rsidRPr="007D59BE">
        <w:rPr>
          <w:color w:val="000000"/>
          <w:sz w:val="24"/>
          <w:szCs w:val="24"/>
        </w:rPr>
        <w:t>-1</w:t>
      </w:r>
      <w:r>
        <w:rPr>
          <w:color w:val="000000"/>
          <w:sz w:val="24"/>
          <w:szCs w:val="24"/>
        </w:rPr>
        <w:t>4</w:t>
      </w:r>
      <w:r w:rsidRPr="007D59BE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>00</w:t>
      </w:r>
      <w:r w:rsidRPr="007D59BE">
        <w:rPr>
          <w:color w:val="000000"/>
          <w:sz w:val="24"/>
          <w:szCs w:val="24"/>
        </w:rPr>
        <w:tab/>
        <w:t>: İkili iş görüşmeleri</w:t>
      </w:r>
    </w:p>
    <w:p w:rsidR="009E17BB" w:rsidRPr="007D59BE" w:rsidRDefault="009E17BB" w:rsidP="007D59BE">
      <w:pPr>
        <w:spacing w:line="360" w:lineRule="auto"/>
        <w:rPr>
          <w:color w:val="000000"/>
          <w:sz w:val="24"/>
          <w:szCs w:val="24"/>
        </w:rPr>
      </w:pPr>
      <w:r w:rsidRPr="007D59BE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4</w:t>
      </w:r>
      <w:r w:rsidRPr="007D59BE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>00-15:00</w:t>
      </w:r>
      <w:r w:rsidRPr="007D59BE">
        <w:rPr>
          <w:color w:val="000000"/>
          <w:sz w:val="24"/>
          <w:szCs w:val="24"/>
        </w:rPr>
        <w:tab/>
        <w:t>: Öğle Yemeği</w:t>
      </w:r>
    </w:p>
    <w:p w:rsidR="009E17BB" w:rsidRPr="007D59BE" w:rsidRDefault="009E17BB" w:rsidP="007D59BE">
      <w:pPr>
        <w:spacing w:line="360" w:lineRule="auto"/>
        <w:rPr>
          <w:color w:val="000000"/>
          <w:sz w:val="24"/>
          <w:szCs w:val="24"/>
        </w:rPr>
      </w:pPr>
      <w:r w:rsidRPr="007D59BE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5</w:t>
      </w:r>
      <w:r w:rsidRPr="007D59BE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>0</w:t>
      </w:r>
      <w:r w:rsidRPr="007D59BE">
        <w:rPr>
          <w:color w:val="000000"/>
          <w:sz w:val="24"/>
          <w:szCs w:val="24"/>
        </w:rPr>
        <w:t>0-</w:t>
      </w:r>
      <w:r>
        <w:rPr>
          <w:color w:val="000000"/>
          <w:sz w:val="24"/>
          <w:szCs w:val="24"/>
        </w:rPr>
        <w:t>17:00</w:t>
      </w:r>
      <w:r w:rsidRPr="007D59BE">
        <w:rPr>
          <w:color w:val="000000"/>
          <w:sz w:val="24"/>
          <w:szCs w:val="24"/>
        </w:rPr>
        <w:tab/>
        <w:t>: İkili iş görüşmeleri</w:t>
      </w:r>
    </w:p>
    <w:p w:rsidR="009E17BB" w:rsidRPr="007D59BE" w:rsidRDefault="009E17BB" w:rsidP="007D59BE">
      <w:pPr>
        <w:spacing w:line="360" w:lineRule="auto"/>
        <w:rPr>
          <w:color w:val="000000"/>
          <w:sz w:val="24"/>
          <w:szCs w:val="24"/>
        </w:rPr>
      </w:pPr>
      <w:r w:rsidRPr="007D59BE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7</w:t>
      </w:r>
      <w:r w:rsidRPr="007D59BE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>0</w:t>
      </w:r>
      <w:r w:rsidRPr="007D59BE">
        <w:rPr>
          <w:color w:val="000000"/>
          <w:sz w:val="24"/>
          <w:szCs w:val="24"/>
        </w:rPr>
        <w:t>0-20:00</w:t>
      </w:r>
      <w:r w:rsidRPr="007D59BE">
        <w:rPr>
          <w:color w:val="000000"/>
          <w:sz w:val="24"/>
          <w:szCs w:val="24"/>
        </w:rPr>
        <w:tab/>
        <w:t>: Serbest zaman</w:t>
      </w:r>
    </w:p>
    <w:p w:rsidR="009E17BB" w:rsidRPr="007D59BE" w:rsidRDefault="009E17BB" w:rsidP="007D59BE">
      <w:pPr>
        <w:spacing w:line="360" w:lineRule="auto"/>
        <w:rPr>
          <w:color w:val="000000"/>
          <w:sz w:val="24"/>
          <w:szCs w:val="24"/>
        </w:rPr>
      </w:pPr>
      <w:r w:rsidRPr="007D59BE">
        <w:rPr>
          <w:color w:val="000000"/>
          <w:sz w:val="24"/>
          <w:szCs w:val="24"/>
        </w:rPr>
        <w:t>20:00-21:30</w:t>
      </w:r>
      <w:r w:rsidRPr="007D59BE">
        <w:rPr>
          <w:color w:val="000000"/>
          <w:sz w:val="24"/>
          <w:szCs w:val="24"/>
        </w:rPr>
        <w:tab/>
        <w:t>: Akşam Yemeği</w:t>
      </w:r>
    </w:p>
    <w:p w:rsidR="009E17BB" w:rsidRDefault="009E17BB" w:rsidP="007D59BE">
      <w:pPr>
        <w:spacing w:line="360" w:lineRule="auto"/>
        <w:rPr>
          <w:color w:val="000000"/>
          <w:sz w:val="24"/>
          <w:szCs w:val="24"/>
        </w:rPr>
      </w:pPr>
      <w:r w:rsidRPr="007D59BE">
        <w:rPr>
          <w:color w:val="000000"/>
          <w:sz w:val="24"/>
          <w:szCs w:val="24"/>
        </w:rPr>
        <w:t>21:30</w:t>
      </w:r>
      <w:r w:rsidRPr="007D59BE">
        <w:rPr>
          <w:color w:val="000000"/>
          <w:sz w:val="24"/>
          <w:szCs w:val="24"/>
        </w:rPr>
        <w:tab/>
      </w:r>
      <w:r w:rsidRPr="007D59BE">
        <w:rPr>
          <w:color w:val="000000"/>
          <w:sz w:val="24"/>
          <w:szCs w:val="24"/>
        </w:rPr>
        <w:tab/>
        <w:t>: Serbest zaman</w:t>
      </w:r>
    </w:p>
    <w:p w:rsidR="009E17BB" w:rsidRPr="00AE541D" w:rsidRDefault="009E17BB" w:rsidP="00D8166B">
      <w:pPr>
        <w:pStyle w:val="Heading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left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5 Temmuz </w:t>
      </w:r>
      <w:r w:rsidRPr="00AE541D">
        <w:rPr>
          <w:rFonts w:ascii="Times New Roman" w:hAnsi="Times New Roman"/>
          <w:color w:val="000000"/>
          <w:szCs w:val="24"/>
        </w:rPr>
        <w:t>201</w:t>
      </w:r>
      <w:r>
        <w:rPr>
          <w:rFonts w:ascii="Times New Roman" w:hAnsi="Times New Roman"/>
          <w:color w:val="000000"/>
          <w:szCs w:val="24"/>
        </w:rPr>
        <w:t xml:space="preserve">2 Perşembe </w:t>
      </w:r>
      <w:r w:rsidRPr="00AE541D">
        <w:rPr>
          <w:rFonts w:ascii="Times New Roman" w:hAnsi="Times New Roman"/>
          <w:color w:val="000000"/>
          <w:szCs w:val="24"/>
        </w:rPr>
        <w:t>(</w:t>
      </w:r>
      <w:r>
        <w:rPr>
          <w:rFonts w:ascii="Times New Roman" w:hAnsi="Times New Roman"/>
          <w:color w:val="000000"/>
          <w:szCs w:val="24"/>
        </w:rPr>
        <w:t>3</w:t>
      </w:r>
      <w:r w:rsidRPr="00AE541D">
        <w:rPr>
          <w:rFonts w:ascii="Times New Roman" w:hAnsi="Times New Roman"/>
          <w:color w:val="000000"/>
          <w:szCs w:val="24"/>
        </w:rPr>
        <w:t>.</w:t>
      </w:r>
      <w:r>
        <w:rPr>
          <w:rFonts w:ascii="Times New Roman" w:hAnsi="Times New Roman"/>
          <w:color w:val="000000"/>
          <w:szCs w:val="24"/>
        </w:rPr>
        <w:t>g</w:t>
      </w:r>
      <w:r w:rsidRPr="00AE541D">
        <w:rPr>
          <w:rFonts w:ascii="Times New Roman" w:hAnsi="Times New Roman"/>
          <w:color w:val="000000"/>
          <w:szCs w:val="24"/>
        </w:rPr>
        <w:t>ün)</w:t>
      </w:r>
    </w:p>
    <w:p w:rsidR="009E17BB" w:rsidRPr="00D5665B" w:rsidRDefault="009E17BB" w:rsidP="00736C0B">
      <w:pPr>
        <w:spacing w:before="120" w:line="360" w:lineRule="auto"/>
        <w:rPr>
          <w:color w:val="000000"/>
          <w:sz w:val="24"/>
          <w:szCs w:val="24"/>
        </w:rPr>
      </w:pPr>
      <w:r w:rsidRPr="00D5665B">
        <w:rPr>
          <w:color w:val="000000"/>
          <w:sz w:val="24"/>
          <w:szCs w:val="24"/>
        </w:rPr>
        <w:t>07:00-08:30</w:t>
      </w:r>
      <w:r w:rsidRPr="00D5665B">
        <w:rPr>
          <w:color w:val="000000"/>
          <w:sz w:val="24"/>
          <w:szCs w:val="24"/>
        </w:rPr>
        <w:tab/>
        <w:t>: Kahvaltı</w:t>
      </w:r>
    </w:p>
    <w:p w:rsidR="009E17BB" w:rsidRDefault="009E17BB" w:rsidP="00736C0B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08</w:t>
      </w:r>
      <w:r w:rsidRPr="00AE541D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>30-12:30</w:t>
      </w:r>
      <w:r w:rsidRPr="00AE541D">
        <w:rPr>
          <w:color w:val="000000"/>
          <w:sz w:val="24"/>
          <w:szCs w:val="24"/>
        </w:rPr>
        <w:tab/>
        <w:t>:</w:t>
      </w:r>
      <w:r>
        <w:rPr>
          <w:color w:val="000000"/>
          <w:sz w:val="24"/>
          <w:szCs w:val="24"/>
        </w:rPr>
        <w:t xml:space="preserve"> Firma ziyaretleri/</w:t>
      </w:r>
      <w:r w:rsidRPr="00AE766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Resmi ziyaretler </w:t>
      </w:r>
    </w:p>
    <w:p w:rsidR="009E17BB" w:rsidRDefault="009E17BB" w:rsidP="00736C0B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12.30-13:30</w:t>
      </w:r>
      <w:r>
        <w:rPr>
          <w:color w:val="000000"/>
          <w:sz w:val="24"/>
          <w:szCs w:val="24"/>
        </w:rPr>
        <w:tab/>
        <w:t xml:space="preserve">: Öğle yemeği </w:t>
      </w:r>
    </w:p>
    <w:p w:rsidR="009E17BB" w:rsidRDefault="009E17BB" w:rsidP="00736C0B">
      <w:pPr>
        <w:spacing w:line="360" w:lineRule="auto"/>
        <w:rPr>
          <w:color w:val="000000"/>
          <w:sz w:val="24"/>
          <w:szCs w:val="24"/>
        </w:rPr>
      </w:pPr>
      <w:r w:rsidRPr="00AE541D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4</w:t>
      </w:r>
      <w:r w:rsidRPr="00AE541D">
        <w:rPr>
          <w:color w:val="000000"/>
          <w:sz w:val="24"/>
          <w:szCs w:val="24"/>
        </w:rPr>
        <w:t>:00</w:t>
      </w:r>
      <w:r>
        <w:rPr>
          <w:color w:val="000000"/>
          <w:sz w:val="24"/>
          <w:szCs w:val="24"/>
        </w:rPr>
        <w:t>-18:30</w:t>
      </w:r>
      <w:r w:rsidRPr="00AE541D">
        <w:rPr>
          <w:color w:val="000000"/>
          <w:sz w:val="24"/>
          <w:szCs w:val="24"/>
        </w:rPr>
        <w:tab/>
        <w:t xml:space="preserve">: </w:t>
      </w:r>
      <w:r>
        <w:rPr>
          <w:color w:val="000000"/>
          <w:sz w:val="24"/>
          <w:szCs w:val="24"/>
        </w:rPr>
        <w:t>Firma ziyaretleri/</w:t>
      </w:r>
      <w:r w:rsidRPr="00AE766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Resmi ziyaretler </w:t>
      </w:r>
    </w:p>
    <w:p w:rsidR="009E17BB" w:rsidRPr="007D59BE" w:rsidRDefault="009E17BB" w:rsidP="003D23A9">
      <w:pPr>
        <w:spacing w:line="360" w:lineRule="auto"/>
        <w:rPr>
          <w:color w:val="000000"/>
          <w:sz w:val="24"/>
          <w:szCs w:val="24"/>
        </w:rPr>
      </w:pPr>
      <w:r w:rsidRPr="007D59BE">
        <w:rPr>
          <w:color w:val="000000"/>
          <w:sz w:val="24"/>
          <w:szCs w:val="24"/>
        </w:rPr>
        <w:t>20:00-21:30</w:t>
      </w:r>
      <w:r w:rsidRPr="007D59BE">
        <w:rPr>
          <w:color w:val="000000"/>
          <w:sz w:val="24"/>
          <w:szCs w:val="24"/>
        </w:rPr>
        <w:tab/>
        <w:t>: Akşam Yemeği</w:t>
      </w:r>
    </w:p>
    <w:p w:rsidR="009E17BB" w:rsidRDefault="009E17BB" w:rsidP="00736C0B">
      <w:pPr>
        <w:spacing w:line="360" w:lineRule="auto"/>
        <w:rPr>
          <w:color w:val="000000"/>
          <w:sz w:val="24"/>
          <w:szCs w:val="24"/>
        </w:rPr>
      </w:pPr>
      <w:r>
        <w:rPr>
          <w:sz w:val="24"/>
          <w:szCs w:val="24"/>
        </w:rPr>
        <w:t>23:00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</w:t>
      </w:r>
      <w:r>
        <w:rPr>
          <w:color w:val="000000"/>
          <w:sz w:val="24"/>
          <w:szCs w:val="24"/>
        </w:rPr>
        <w:t>Havalimanına hareket</w:t>
      </w:r>
    </w:p>
    <w:p w:rsidR="009E17BB" w:rsidRPr="00AE541D" w:rsidRDefault="009E17BB" w:rsidP="00D8166B">
      <w:pPr>
        <w:pStyle w:val="Heading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left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6 Temmuz </w:t>
      </w:r>
      <w:r w:rsidRPr="00AE541D">
        <w:rPr>
          <w:rFonts w:ascii="Times New Roman" w:hAnsi="Times New Roman"/>
          <w:color w:val="000000"/>
          <w:szCs w:val="24"/>
        </w:rPr>
        <w:t>201</w:t>
      </w:r>
      <w:r>
        <w:rPr>
          <w:rFonts w:ascii="Times New Roman" w:hAnsi="Times New Roman"/>
          <w:color w:val="000000"/>
          <w:szCs w:val="24"/>
        </w:rPr>
        <w:t>2 Cuma (4</w:t>
      </w:r>
      <w:r w:rsidRPr="00AE541D">
        <w:rPr>
          <w:rFonts w:ascii="Times New Roman" w:hAnsi="Times New Roman"/>
          <w:color w:val="000000"/>
          <w:szCs w:val="24"/>
        </w:rPr>
        <w:t>.</w:t>
      </w:r>
      <w:r>
        <w:rPr>
          <w:rFonts w:ascii="Times New Roman" w:hAnsi="Times New Roman"/>
          <w:color w:val="000000"/>
          <w:szCs w:val="24"/>
        </w:rPr>
        <w:t>g</w:t>
      </w:r>
      <w:r w:rsidRPr="00AE541D">
        <w:rPr>
          <w:rFonts w:ascii="Times New Roman" w:hAnsi="Times New Roman"/>
          <w:color w:val="000000"/>
          <w:szCs w:val="24"/>
        </w:rPr>
        <w:t>ün)</w:t>
      </w:r>
    </w:p>
    <w:p w:rsidR="009E17BB" w:rsidRPr="00D5665B" w:rsidRDefault="009E17BB" w:rsidP="00D5665B">
      <w:pPr>
        <w:spacing w:line="360" w:lineRule="auto"/>
        <w:rPr>
          <w:color w:val="000000"/>
          <w:sz w:val="10"/>
          <w:szCs w:val="10"/>
        </w:rPr>
      </w:pPr>
    </w:p>
    <w:p w:rsidR="009E17BB" w:rsidRDefault="009E17BB" w:rsidP="003D23A9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02.20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:</w:t>
      </w:r>
      <w:r w:rsidRPr="003D23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Hartum/Sudan’dan İstanbul’a Hareket</w:t>
      </w:r>
    </w:p>
    <w:p w:rsidR="009E17BB" w:rsidRDefault="009E17BB" w:rsidP="00736C0B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06.35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: İstanbul’a (Atatürk Havalimanı) varış</w:t>
      </w:r>
    </w:p>
    <w:p w:rsidR="009E17BB" w:rsidRPr="009D5230" w:rsidRDefault="009E17BB" w:rsidP="003D3DF5">
      <w:pPr>
        <w:spacing w:line="360" w:lineRule="auto"/>
        <w:rPr>
          <w:color w:val="000000"/>
          <w:sz w:val="10"/>
          <w:szCs w:val="10"/>
        </w:rPr>
      </w:pPr>
    </w:p>
    <w:p w:rsidR="009E17BB" w:rsidRDefault="009E17BB" w:rsidP="002C38B0">
      <w:pPr>
        <w:spacing w:line="360" w:lineRule="auto"/>
        <w:rPr>
          <w:color w:val="000000"/>
          <w:sz w:val="24"/>
          <w:szCs w:val="24"/>
        </w:rPr>
      </w:pPr>
    </w:p>
    <w:sectPr w:rsidR="009E17BB" w:rsidSect="00300790">
      <w:pgSz w:w="11906" w:h="16838"/>
      <w:pgMar w:top="1418" w:right="567" w:bottom="1134" w:left="1701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41402"/>
    <w:multiLevelType w:val="hybridMultilevel"/>
    <w:tmpl w:val="D116C506"/>
    <w:lvl w:ilvl="0" w:tplc="09929BE2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423C"/>
    <w:rsid w:val="000133A4"/>
    <w:rsid w:val="0003553A"/>
    <w:rsid w:val="00046D03"/>
    <w:rsid w:val="00067D4C"/>
    <w:rsid w:val="00081BE0"/>
    <w:rsid w:val="00106FE1"/>
    <w:rsid w:val="00113A75"/>
    <w:rsid w:val="00121C13"/>
    <w:rsid w:val="001274A4"/>
    <w:rsid w:val="00170BF4"/>
    <w:rsid w:val="001A7950"/>
    <w:rsid w:val="001C3E52"/>
    <w:rsid w:val="001E773D"/>
    <w:rsid w:val="002022E2"/>
    <w:rsid w:val="00240995"/>
    <w:rsid w:val="00293221"/>
    <w:rsid w:val="002C0326"/>
    <w:rsid w:val="002C38B0"/>
    <w:rsid w:val="002C46A1"/>
    <w:rsid w:val="002F6E4A"/>
    <w:rsid w:val="00300790"/>
    <w:rsid w:val="00337581"/>
    <w:rsid w:val="00383F64"/>
    <w:rsid w:val="003D23A9"/>
    <w:rsid w:val="003D3DF5"/>
    <w:rsid w:val="00406A1E"/>
    <w:rsid w:val="004639E6"/>
    <w:rsid w:val="004A6399"/>
    <w:rsid w:val="004B7EDD"/>
    <w:rsid w:val="004C50D7"/>
    <w:rsid w:val="004E0F42"/>
    <w:rsid w:val="00514D8D"/>
    <w:rsid w:val="00527AEE"/>
    <w:rsid w:val="00531A93"/>
    <w:rsid w:val="00542839"/>
    <w:rsid w:val="00556F1F"/>
    <w:rsid w:val="005A3938"/>
    <w:rsid w:val="00675FC9"/>
    <w:rsid w:val="006A1254"/>
    <w:rsid w:val="006B2D29"/>
    <w:rsid w:val="00736C0B"/>
    <w:rsid w:val="0075089E"/>
    <w:rsid w:val="00771172"/>
    <w:rsid w:val="00783774"/>
    <w:rsid w:val="00792ECC"/>
    <w:rsid w:val="007D59BE"/>
    <w:rsid w:val="008C3ADB"/>
    <w:rsid w:val="00905147"/>
    <w:rsid w:val="00931DE7"/>
    <w:rsid w:val="00971814"/>
    <w:rsid w:val="00973134"/>
    <w:rsid w:val="00983AE5"/>
    <w:rsid w:val="00990483"/>
    <w:rsid w:val="009C05F0"/>
    <w:rsid w:val="009D3105"/>
    <w:rsid w:val="009D5230"/>
    <w:rsid w:val="009E17BB"/>
    <w:rsid w:val="00A57FC9"/>
    <w:rsid w:val="00A70C48"/>
    <w:rsid w:val="00AA06FA"/>
    <w:rsid w:val="00AC4907"/>
    <w:rsid w:val="00AE541D"/>
    <w:rsid w:val="00AE7665"/>
    <w:rsid w:val="00B2195F"/>
    <w:rsid w:val="00B348F3"/>
    <w:rsid w:val="00B476FD"/>
    <w:rsid w:val="00B60A88"/>
    <w:rsid w:val="00B67D78"/>
    <w:rsid w:val="00B8690F"/>
    <w:rsid w:val="00BB137D"/>
    <w:rsid w:val="00BC38B3"/>
    <w:rsid w:val="00C11EBD"/>
    <w:rsid w:val="00C11F1A"/>
    <w:rsid w:val="00C14CDE"/>
    <w:rsid w:val="00C36E70"/>
    <w:rsid w:val="00C55D06"/>
    <w:rsid w:val="00C62F98"/>
    <w:rsid w:val="00C71BF1"/>
    <w:rsid w:val="00C83749"/>
    <w:rsid w:val="00C92B21"/>
    <w:rsid w:val="00CA20FC"/>
    <w:rsid w:val="00CE6057"/>
    <w:rsid w:val="00D5665B"/>
    <w:rsid w:val="00D72606"/>
    <w:rsid w:val="00D8166B"/>
    <w:rsid w:val="00DA2FAE"/>
    <w:rsid w:val="00DC423C"/>
    <w:rsid w:val="00DD1D22"/>
    <w:rsid w:val="00DE0C02"/>
    <w:rsid w:val="00E45B64"/>
    <w:rsid w:val="00E530DD"/>
    <w:rsid w:val="00E872F4"/>
    <w:rsid w:val="00EC3E5F"/>
    <w:rsid w:val="00EF0D8C"/>
    <w:rsid w:val="00F23E3D"/>
    <w:rsid w:val="00F305BF"/>
    <w:rsid w:val="00F326D2"/>
    <w:rsid w:val="00F5709E"/>
    <w:rsid w:val="00F80458"/>
    <w:rsid w:val="00FC020C"/>
    <w:rsid w:val="00FC57C7"/>
    <w:rsid w:val="00FC7473"/>
    <w:rsid w:val="00FF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F38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31DE7"/>
    <w:pPr>
      <w:keepNext/>
      <w:jc w:val="center"/>
      <w:outlineLvl w:val="0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31DE7"/>
    <w:rPr>
      <w:rFonts w:ascii="Arial" w:hAnsi="Arial" w:cs="Times New Roman"/>
      <w:b/>
      <w:sz w:val="20"/>
      <w:szCs w:val="20"/>
      <w:lang w:eastAsia="tr-TR"/>
    </w:rPr>
  </w:style>
  <w:style w:type="character" w:styleId="Hyperlink">
    <w:name w:val="Hyperlink"/>
    <w:basedOn w:val="DefaultParagraphFont"/>
    <w:uiPriority w:val="99"/>
    <w:semiHidden/>
    <w:rsid w:val="00931DE7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rsid w:val="00931DE7"/>
    <w:pPr>
      <w:jc w:val="both"/>
    </w:pPr>
    <w:rPr>
      <w:rFonts w:ascii="Arial" w:hAnsi="Arial"/>
      <w:b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31DE7"/>
    <w:rPr>
      <w:rFonts w:ascii="Arial" w:hAnsi="Arial" w:cs="Times New Roman"/>
      <w:b/>
      <w:sz w:val="20"/>
      <w:szCs w:val="20"/>
      <w:lang w:eastAsia="tr-TR"/>
    </w:rPr>
  </w:style>
  <w:style w:type="paragraph" w:styleId="ListParagraph">
    <w:name w:val="List Paragraph"/>
    <w:basedOn w:val="Normal"/>
    <w:uiPriority w:val="99"/>
    <w:qFormat/>
    <w:rsid w:val="00931D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117</Words>
  <Characters>669</Characters>
  <Application>Microsoft Office Outlook</Application>
  <DocSecurity>0</DocSecurity>
  <Lines>0</Lines>
  <Paragraphs>0</Paragraphs>
  <ScaleCrop>false</ScaleCrop>
  <Company>OAIB GEN.SEK.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TAHRAM / İRAN</dc:title>
  <dc:subject/>
  <dc:creator>Sebnem Tinli</dc:creator>
  <cp:keywords/>
  <dc:description/>
  <cp:lastModifiedBy>bulentk</cp:lastModifiedBy>
  <cp:revision>10</cp:revision>
  <cp:lastPrinted>2011-07-27T15:43:00Z</cp:lastPrinted>
  <dcterms:created xsi:type="dcterms:W3CDTF">2012-03-14T07:40:00Z</dcterms:created>
  <dcterms:modified xsi:type="dcterms:W3CDTF">2012-03-21T14:56:00Z</dcterms:modified>
</cp:coreProperties>
</file>